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360AD65A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05612A">
        <w:rPr>
          <w:rFonts w:ascii="Arial" w:eastAsia="Times New Roman" w:hAnsi="Arial" w:cs="Arial"/>
          <w:bCs/>
          <w:sz w:val="24"/>
          <w:szCs w:val="20"/>
          <w:lang w:eastAsia="pl-PL"/>
        </w:rPr>
        <w:t>9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(t.j.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67E4307C" w14:textId="49E46CFE" w:rsidR="00D62E6E" w:rsidRPr="00D62E6E" w:rsidRDefault="00EC750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C750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kotłowni miejskiej w Brześciu Kujawskim</w:t>
            </w:r>
          </w:p>
        </w:tc>
      </w:tr>
      <w:tr w:rsidR="00DF039A" w:rsidRPr="00D62E6E" w14:paraId="6933FB15" w14:textId="77777777" w:rsidTr="000B45C5">
        <w:tc>
          <w:tcPr>
            <w:tcW w:w="2269" w:type="dxa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6F4C9D1B" w14:textId="75574150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8421E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24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71DC8173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2.75pt;height:17.3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ustawy z dnia 16 lutego 2007 r</w:t>
      </w:r>
      <w:r w:rsidR="00246A9C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46A9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29020D8D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2.75pt;height:17.3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246A9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System ProPublico © Datacomp</w:t>
    </w:r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5612A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1B4466"/>
    <w:rsid w:val="00204613"/>
    <w:rsid w:val="00246A9C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C1DC3"/>
    <w:rsid w:val="003D3869"/>
    <w:rsid w:val="003E5D20"/>
    <w:rsid w:val="003F6927"/>
    <w:rsid w:val="00402FCE"/>
    <w:rsid w:val="00415097"/>
    <w:rsid w:val="00422381"/>
    <w:rsid w:val="0043102D"/>
    <w:rsid w:val="004469FE"/>
    <w:rsid w:val="004605B5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21EA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311C9"/>
    <w:rsid w:val="00A46EFE"/>
    <w:rsid w:val="00A66CF3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B5766"/>
    <w:rsid w:val="00EC667E"/>
    <w:rsid w:val="00EC750E"/>
    <w:rsid w:val="00F11877"/>
    <w:rsid w:val="00F226D2"/>
    <w:rsid w:val="00F46593"/>
    <w:rsid w:val="00F568D6"/>
    <w:rsid w:val="00F70072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220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7</cp:revision>
  <cp:lastPrinted>2010-01-07T09:39:00Z</cp:lastPrinted>
  <dcterms:created xsi:type="dcterms:W3CDTF">2025-01-16T10:09:00Z</dcterms:created>
  <dcterms:modified xsi:type="dcterms:W3CDTF">2025-08-18T12:32:00Z</dcterms:modified>
</cp:coreProperties>
</file>